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6B6F" w:rsidRDefault="003D6B6F" w:rsidP="003D6B6F">
      <w:pPr>
        <w:shd w:val="clear" w:color="auto" w:fill="FFFFFF"/>
        <w:ind w:right="11"/>
        <w:jc w:val="center"/>
        <w:rPr>
          <w:b/>
          <w:sz w:val="28"/>
          <w:szCs w:val="28"/>
        </w:rPr>
      </w:pPr>
      <w:r w:rsidRPr="006D2FBF">
        <w:rPr>
          <w:b/>
          <w:sz w:val="28"/>
          <w:szCs w:val="28"/>
        </w:rPr>
        <w:t xml:space="preserve">Аннотация рабочей программы по </w:t>
      </w:r>
      <w:r>
        <w:rPr>
          <w:b/>
          <w:sz w:val="28"/>
          <w:szCs w:val="28"/>
        </w:rPr>
        <w:t>литературному чтению на родном</w:t>
      </w:r>
      <w:r w:rsidR="00F36C67">
        <w:rPr>
          <w:b/>
          <w:sz w:val="28"/>
          <w:szCs w:val="28"/>
        </w:rPr>
        <w:t xml:space="preserve"> (русском</w:t>
      </w:r>
      <w:bookmarkStart w:id="0" w:name="_GoBack"/>
      <w:bookmarkEnd w:id="0"/>
      <w:r w:rsidR="00F36C67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языке</w:t>
      </w:r>
    </w:p>
    <w:p w:rsidR="003D6B6F" w:rsidRPr="006D2FBF" w:rsidRDefault="003D6B6F" w:rsidP="003D6B6F">
      <w:pPr>
        <w:shd w:val="clear" w:color="auto" w:fill="FFFFFF"/>
        <w:ind w:right="11"/>
        <w:jc w:val="center"/>
        <w:rPr>
          <w:b/>
          <w:sz w:val="28"/>
          <w:szCs w:val="28"/>
        </w:rPr>
      </w:pPr>
    </w:p>
    <w:p w:rsidR="003D6B6F" w:rsidRDefault="003D6B6F" w:rsidP="003D6B6F">
      <w:pPr>
        <w:suppressAutoHyphens/>
        <w:ind w:firstLine="540"/>
        <w:jc w:val="both"/>
        <w:rPr>
          <w:lang w:eastAsia="ar-SA"/>
        </w:rPr>
      </w:pPr>
      <w:r>
        <w:rPr>
          <w:lang w:eastAsia="ar-SA"/>
        </w:rPr>
        <w:t xml:space="preserve">Рабочая программа разработана </w:t>
      </w:r>
      <w:r>
        <w:t xml:space="preserve">в соответствии с законом "Об образовании в РФ", с требованиями федерального государственного образовательного </w:t>
      </w:r>
      <w:r>
        <w:rPr>
          <w:spacing w:val="-2"/>
        </w:rPr>
        <w:t xml:space="preserve">стандарта начального общего образования, Устава школы и </w:t>
      </w:r>
      <w:r>
        <w:rPr>
          <w:lang w:eastAsia="ar-SA"/>
        </w:rPr>
        <w:t>на основе ООП НОО.</w:t>
      </w:r>
    </w:p>
    <w:p w:rsidR="003D6B6F" w:rsidRDefault="003D6B6F" w:rsidP="003D6B6F">
      <w:pPr>
        <w:shd w:val="clear" w:color="auto" w:fill="FFFFFF"/>
        <w:autoSpaceDE w:val="0"/>
        <w:autoSpaceDN w:val="0"/>
        <w:adjustRightInd w:val="0"/>
        <w:ind w:firstLine="540"/>
        <w:jc w:val="both"/>
      </w:pPr>
      <w:r>
        <w:t>Литературное чтение на родном языке формирует общеучебный на</w:t>
      </w:r>
      <w:r>
        <w:softHyphen/>
        <w:t>вык чтения и умение работать с текстом, пробуждает интерес к чтению художественной литературы и способствует общему развитию ребёнка, его духовно-нравственному и эстетическому воспитанию.</w:t>
      </w:r>
    </w:p>
    <w:p w:rsidR="003D6B6F" w:rsidRDefault="003D6B6F" w:rsidP="003D6B6F">
      <w:pPr>
        <w:shd w:val="clear" w:color="auto" w:fill="FFFFFF"/>
        <w:autoSpaceDE w:val="0"/>
        <w:autoSpaceDN w:val="0"/>
        <w:adjustRightInd w:val="0"/>
        <w:ind w:firstLine="540"/>
        <w:jc w:val="both"/>
      </w:pPr>
      <w:r>
        <w:t>Курс литературного чтения на родном языке направлен на достижение следу</w:t>
      </w:r>
      <w:r>
        <w:softHyphen/>
        <w:t xml:space="preserve">ющих </w:t>
      </w:r>
      <w:r>
        <w:rPr>
          <w:b/>
          <w:bCs/>
        </w:rPr>
        <w:t>целей:</w:t>
      </w:r>
    </w:p>
    <w:p w:rsidR="003D6B6F" w:rsidRDefault="003D6B6F" w:rsidP="003D6B6F">
      <w:pPr>
        <w:shd w:val="clear" w:color="auto" w:fill="FFFFFF"/>
        <w:autoSpaceDE w:val="0"/>
        <w:autoSpaceDN w:val="0"/>
        <w:adjustRightInd w:val="0"/>
        <w:ind w:firstLine="540"/>
        <w:jc w:val="both"/>
      </w:pPr>
      <w:r>
        <w:t>— овладение осознанным, правильным, беглым и вырази</w:t>
      </w:r>
      <w:r>
        <w:softHyphen/>
        <w:t>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</w:t>
      </w:r>
      <w:r>
        <w:softHyphen/>
        <w:t>дами текстов; развитие интереса к чтению и книге; формиро</w:t>
      </w:r>
      <w:r>
        <w:softHyphen/>
        <w:t>вание читательского кругозора и приобретение опыта в выборе книг и самостоятельной читательской деятельности;</w:t>
      </w:r>
    </w:p>
    <w:p w:rsidR="003D6B6F" w:rsidRDefault="003D6B6F" w:rsidP="003D6B6F">
      <w:pPr>
        <w:shd w:val="clear" w:color="auto" w:fill="FFFFFF"/>
        <w:autoSpaceDE w:val="0"/>
        <w:autoSpaceDN w:val="0"/>
        <w:adjustRightInd w:val="0"/>
        <w:ind w:firstLine="540"/>
        <w:jc w:val="both"/>
      </w:pPr>
      <w:r>
        <w:t>— развитие художественно-творческих и познавательных способностей, эмоциональной отзывчивости при чтении художе</w:t>
      </w:r>
      <w:r>
        <w:softHyphen/>
        <w:t>ственных произведений; формирование эстетического отноше</w:t>
      </w:r>
      <w:r>
        <w:softHyphen/>
        <w:t>ния, к слову, и умения понимать художественное произведение;</w:t>
      </w:r>
    </w:p>
    <w:p w:rsidR="003D6B6F" w:rsidRDefault="003D6B6F" w:rsidP="003D6B6F">
      <w:pPr>
        <w:ind w:firstLine="540"/>
        <w:jc w:val="both"/>
      </w:pPr>
      <w:r>
        <w:t>— обогащение нравственного опыта младших школьников средствами художественной литературы; формирование нрав</w:t>
      </w:r>
      <w:r>
        <w:softHyphen/>
        <w:t>ственных представлений о добре, дружбе, правде и ответствен</w:t>
      </w:r>
      <w:r>
        <w:softHyphen/>
        <w:t>ности; воспитание интереса и уважения к отечественной куль</w:t>
      </w:r>
      <w:r>
        <w:softHyphen/>
        <w:t>туре и культуре народов многонациональной России и других стран.</w:t>
      </w:r>
    </w:p>
    <w:p w:rsidR="003D6B6F" w:rsidRDefault="003D6B6F" w:rsidP="003D6B6F">
      <w:pPr>
        <w:shd w:val="clear" w:color="auto" w:fill="FFFFFF"/>
        <w:autoSpaceDE w:val="0"/>
        <w:autoSpaceDN w:val="0"/>
        <w:adjustRightInd w:val="0"/>
        <w:ind w:firstLine="540"/>
        <w:jc w:val="both"/>
      </w:pPr>
      <w:r>
        <w:t>Знакомство учащихся с доступными их возрасту художе</w:t>
      </w:r>
      <w:r>
        <w:softHyphen/>
        <w:t>ственными произведениями, духовно-нравственное и эстети</w:t>
      </w:r>
      <w:r>
        <w:softHyphen/>
        <w:t>ческое содержание которых активно влияет на чувства, сознание и волю читателя, способствует формированию личных качеств, соответствующих национальным и общечеловеческим ценно</w:t>
      </w:r>
      <w:r>
        <w:softHyphen/>
        <w:t>стям. Ориентация учащихся на моральные нормы развивает у них умение соотносить свои поступки с этическими прин</w:t>
      </w:r>
      <w:r>
        <w:softHyphen/>
        <w:t>ципами поведения культурного человека, формирует навыки доброжелательного сотрудничества.</w:t>
      </w:r>
    </w:p>
    <w:p w:rsidR="003D6B6F" w:rsidRDefault="003D6B6F" w:rsidP="003D6B6F">
      <w:pPr>
        <w:shd w:val="clear" w:color="auto" w:fill="FFFFFF"/>
        <w:autoSpaceDE w:val="0"/>
        <w:autoSpaceDN w:val="0"/>
        <w:adjustRightInd w:val="0"/>
        <w:ind w:firstLine="540"/>
        <w:jc w:val="both"/>
      </w:pPr>
      <w:r>
        <w:t>Важнейшим аспектом является фор</w:t>
      </w:r>
      <w:r>
        <w:softHyphen/>
        <w:t>мирование навыка чтения и других видов речевой деятельно</w:t>
      </w:r>
      <w:r>
        <w:softHyphen/>
        <w:t>сти учащихся. Они овладевают осознанным и выразительным чтением, чтением текстов про себя, учатся ориентироваться в книге, использовать её для расширения своих знаний об окру</w:t>
      </w:r>
      <w:r>
        <w:softHyphen/>
        <w:t>жающем мире.</w:t>
      </w:r>
    </w:p>
    <w:p w:rsidR="003D6B6F" w:rsidRDefault="003D6B6F" w:rsidP="003D6B6F">
      <w:pPr>
        <w:shd w:val="clear" w:color="auto" w:fill="FFFFFF"/>
        <w:autoSpaceDE w:val="0"/>
        <w:autoSpaceDN w:val="0"/>
        <w:adjustRightInd w:val="0"/>
        <w:ind w:firstLine="540"/>
        <w:jc w:val="both"/>
      </w:pPr>
      <w:r>
        <w:t>В процессе освоения курса у младших школьников повыша</w:t>
      </w:r>
      <w:r>
        <w:softHyphen/>
        <w:t>ется уровень коммуникативной культуры: формируются умения составлять диалоги, высказывать собственное мнение, строить монолог в соответствии с речевой задачей, работать с различ</w:t>
      </w:r>
      <w:r>
        <w:softHyphen/>
        <w:t>ными видами текстов, самостоятельно пользоваться справочным аппаратом учебника, находить информацию в словарях, спра</w:t>
      </w:r>
      <w:r>
        <w:softHyphen/>
        <w:t>вочниках и энциклопедиях.</w:t>
      </w:r>
    </w:p>
    <w:p w:rsidR="003D6B6F" w:rsidRDefault="003D6B6F" w:rsidP="003D6B6F">
      <w:pPr>
        <w:shd w:val="clear" w:color="auto" w:fill="FFFFFF"/>
        <w:autoSpaceDE w:val="0"/>
        <w:autoSpaceDN w:val="0"/>
        <w:adjustRightInd w:val="0"/>
        <w:ind w:firstLine="540"/>
        <w:jc w:val="both"/>
      </w:pPr>
      <w:r>
        <w:t>На уроках формируется читательская компетентность, помогающая младшему школьнику осознать себя грамотным читателем, способным к использованию читательской деятельности для своего самообразования. Грамотный читатель обладает потребностью в постоянном чтении книг, владеет техникой чтения и приёмами рабо</w:t>
      </w:r>
      <w:r>
        <w:softHyphen/>
        <w:t>ты с текстом, пониманием прочитанного и прослушанного произведения, знанием книг, умением их самостоятельно выбрать и оценить.</w:t>
      </w:r>
    </w:p>
    <w:p w:rsidR="003D6B6F" w:rsidRDefault="003D6B6F" w:rsidP="003D6B6F">
      <w:pPr>
        <w:ind w:firstLine="540"/>
        <w:jc w:val="both"/>
      </w:pPr>
      <w:r>
        <w:t>Проблемы творческого и поискового характера решаются при работе над учебными проектами, которые предусмотрены в каждом учебнике с 1 по 4 класс. Организация проектной или исследовательской деятельности строится: по числу участников (индивидуальный, групповой, коллективный); по длительности (краткосрочный, среднесрочный, длительный); по предметному содержанию (монопредметный, межпредметный, надпредметный); по ведущему виду деятельности (информационный, творческий, исследовательский, практико-ориентированный, практический, игровой).</w:t>
      </w:r>
    </w:p>
    <w:p w:rsidR="003D6B6F" w:rsidRDefault="003D6B6F" w:rsidP="003D6B6F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</w:rPr>
      </w:pPr>
      <w:r>
        <w:rPr>
          <w:b/>
          <w:bCs/>
        </w:rPr>
        <w:t>Место учебного предмета в учебном плане</w:t>
      </w:r>
    </w:p>
    <w:p w:rsidR="003D6B6F" w:rsidRDefault="003D6B6F" w:rsidP="003D6B6F">
      <w:pPr>
        <w:shd w:val="clear" w:color="auto" w:fill="FFFFFF"/>
        <w:autoSpaceDE w:val="0"/>
        <w:autoSpaceDN w:val="0"/>
        <w:adjustRightInd w:val="0"/>
        <w:ind w:firstLine="540"/>
        <w:jc w:val="both"/>
      </w:pPr>
      <w:r>
        <w:t>На изучение предмета «литературное чтение на родном языке» отводится 2- 4 классах по 34 ч.</w:t>
      </w:r>
    </w:p>
    <w:p w:rsidR="00B0625D" w:rsidRDefault="00B0625D"/>
    <w:sectPr w:rsidR="00B0625D" w:rsidSect="003D6B6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B6F"/>
    <w:rsid w:val="003D6B6F"/>
    <w:rsid w:val="005922F1"/>
    <w:rsid w:val="00B0625D"/>
    <w:rsid w:val="00B625FF"/>
    <w:rsid w:val="00F36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E10C26"/>
  <w15:chartTrackingRefBased/>
  <w15:docId w15:val="{B07E8B75-0A2E-4F73-A285-0E8CAA900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6B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4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5;&#1086;&#1083;&#1100;&#1079;&#1086;&#1074;&#1072;&#1090;&#1077;&#1083;&#1100;\Desktop\&#1064;&#1040;&#1041;&#1051;&#1054;&#1053;%2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1</Template>
  <TotalTime>1</TotalTime>
  <Pages>1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1899-12-31T19:00:00Z</cp:lastPrinted>
  <dcterms:created xsi:type="dcterms:W3CDTF">2019-12-13T08:23:00Z</dcterms:created>
  <dcterms:modified xsi:type="dcterms:W3CDTF">2020-01-18T05:03:00Z</dcterms:modified>
</cp:coreProperties>
</file>